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87EF1" w:rsidRDefault="00F87EF1" w:rsidP="00A91E65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zš mariánské nám. – rekonstrukce elektroinstalace</w:t>
            </w:r>
          </w:p>
          <w:p w:rsidR="000C5AE1" w:rsidRPr="003239CB" w:rsidRDefault="00F87EF1" w:rsidP="00A91E65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 – II. etapa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57170" w:rsidP="000C5AE1">
            <w:pPr>
              <w:rPr>
                <w:szCs w:val="20"/>
              </w:rPr>
            </w:pPr>
            <w:r>
              <w:t>Ing. Miroslav Polášek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F87EF1" w:rsidP="00A1677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B3D5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</w:t>
            </w:r>
            <w:r w:rsidR="00F87EF1">
              <w:rPr>
                <w:szCs w:val="20"/>
              </w:rPr>
              <w:t>31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87EF1" w:rsidP="00F87EF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F87EF1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  <w:bookmarkStart w:id="0" w:name="_GoBack"/>
            <w:bookmarkEnd w:id="0"/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02D72"/>
    <w:rsid w:val="00016E4E"/>
    <w:rsid w:val="00017182"/>
    <w:rsid w:val="00025AE0"/>
    <w:rsid w:val="00051F86"/>
    <w:rsid w:val="00057170"/>
    <w:rsid w:val="000700B9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C77F6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02FCA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35CB"/>
    <w:rsid w:val="003D6916"/>
    <w:rsid w:val="00446E0D"/>
    <w:rsid w:val="00481807"/>
    <w:rsid w:val="00482021"/>
    <w:rsid w:val="00482646"/>
    <w:rsid w:val="00485AFF"/>
    <w:rsid w:val="004966F6"/>
    <w:rsid w:val="004B10F4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483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84006"/>
    <w:rsid w:val="00685C95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2681F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0339B"/>
    <w:rsid w:val="00917D17"/>
    <w:rsid w:val="00921453"/>
    <w:rsid w:val="009233FB"/>
    <w:rsid w:val="00933528"/>
    <w:rsid w:val="00934290"/>
    <w:rsid w:val="00950E9E"/>
    <w:rsid w:val="00951D0D"/>
    <w:rsid w:val="00962892"/>
    <w:rsid w:val="00980304"/>
    <w:rsid w:val="009A7AA8"/>
    <w:rsid w:val="009B2A38"/>
    <w:rsid w:val="009D23C8"/>
    <w:rsid w:val="009D3BB7"/>
    <w:rsid w:val="009E2520"/>
    <w:rsid w:val="009F2C35"/>
    <w:rsid w:val="00A15E7A"/>
    <w:rsid w:val="00A1677F"/>
    <w:rsid w:val="00A17429"/>
    <w:rsid w:val="00A24AC9"/>
    <w:rsid w:val="00A40038"/>
    <w:rsid w:val="00A55F8A"/>
    <w:rsid w:val="00A61BD0"/>
    <w:rsid w:val="00A71359"/>
    <w:rsid w:val="00A72261"/>
    <w:rsid w:val="00A82CBF"/>
    <w:rsid w:val="00A91E65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46CEE"/>
    <w:rsid w:val="00C807F7"/>
    <w:rsid w:val="00CA5F33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B3D5B"/>
    <w:rsid w:val="00EB5874"/>
    <w:rsid w:val="00EC2165"/>
    <w:rsid w:val="00F03382"/>
    <w:rsid w:val="00F1350C"/>
    <w:rsid w:val="00F2328E"/>
    <w:rsid w:val="00F32E7C"/>
    <w:rsid w:val="00F430F9"/>
    <w:rsid w:val="00F5758E"/>
    <w:rsid w:val="00F650BD"/>
    <w:rsid w:val="00F67690"/>
    <w:rsid w:val="00F87EF1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C572E-5668-4BC4-9A39-99BD5E032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45C8C549.dotm</Template>
  <TotalTime>9</TotalTime>
  <Pages>1</Pages>
  <Words>142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8</cp:revision>
  <cp:lastPrinted>2019-01-10T08:12:00Z</cp:lastPrinted>
  <dcterms:created xsi:type="dcterms:W3CDTF">2026-01-13T07:02:00Z</dcterms:created>
  <dcterms:modified xsi:type="dcterms:W3CDTF">2026-01-19T09:17:00Z</dcterms:modified>
</cp:coreProperties>
</file>